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4F26">
        <w:rPr>
          <w:rFonts w:ascii="Arial" w:hAnsi="Arial" w:cs="Arial"/>
          <w:b/>
          <w:caps/>
          <w:sz w:val="28"/>
          <w:szCs w:val="28"/>
        </w:rPr>
        <w:t>840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C4F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C4F26">
              <w:rPr>
                <w:rFonts w:ascii="Arial" w:hAnsi="Arial" w:cs="Arial"/>
                <w:sz w:val="20"/>
                <w:szCs w:val="20"/>
              </w:rPr>
              <w:t>Solicita providências visando à poda da árvore existente defronte do nº 132 da Rua Benedito Mauro dos Santos,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C4F26" w:rsidRPr="001C4F26">
        <w:rPr>
          <w:rFonts w:ascii="Arial" w:hAnsi="Arial" w:cs="Arial"/>
        </w:rPr>
        <w:t>à poda da árvore existente defronte do nº 132 da Rua Benedito Mauro dos Santos, no Parque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F26" w:rsidRDefault="001C4F2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4F26">
        <w:rPr>
          <w:rFonts w:ascii="Arial" w:hAnsi="Arial" w:cs="Arial"/>
        </w:rPr>
        <w:t>Moradores reclamam que a copa da árvore está muito alta</w:t>
      </w:r>
      <w:r>
        <w:rPr>
          <w:rFonts w:ascii="Arial" w:hAnsi="Arial" w:cs="Arial"/>
        </w:rPr>
        <w:t>, sendo que</w:t>
      </w:r>
      <w:r w:rsidRPr="001C4F26">
        <w:rPr>
          <w:rFonts w:ascii="Arial" w:hAnsi="Arial" w:cs="Arial"/>
        </w:rPr>
        <w:t xml:space="preserve"> quando chove, especialmente chuva acompanhada de vento, os galhos batem nos telhados, provocando danos, além </w:t>
      </w:r>
      <w:r w:rsidR="00BC44A3">
        <w:rPr>
          <w:rFonts w:ascii="Arial" w:hAnsi="Arial" w:cs="Arial"/>
        </w:rPr>
        <w:t>de haver</w:t>
      </w:r>
      <w:r w:rsidRPr="001C4F26">
        <w:rPr>
          <w:rFonts w:ascii="Arial" w:hAnsi="Arial" w:cs="Arial"/>
        </w:rPr>
        <w:t xml:space="preserve"> risco de queda de galhos.</w:t>
      </w:r>
    </w:p>
    <w:p w:rsidR="00930A35" w:rsidRDefault="00930A3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C4F26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F26" w:rsidRDefault="001C4F2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F26" w:rsidRDefault="001C4F2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F26" w:rsidRPr="00A34F2C" w:rsidRDefault="001C4F2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1C4F26" w:rsidRPr="00A34F2C" w:rsidRDefault="001C4F2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F26" w:rsidRDefault="001C4F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Pr="001C4F26" w:rsidRDefault="001C4F26" w:rsidP="001C4F26">
      <w:pPr>
        <w:rPr>
          <w:rFonts w:ascii="Arial" w:hAnsi="Arial" w:cs="Arial"/>
        </w:rPr>
      </w:pPr>
    </w:p>
    <w:p w:rsidR="001C4F26" w:rsidRDefault="001C4F26" w:rsidP="001C4F26">
      <w:pPr>
        <w:ind w:left="284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noProof/>
          <w:shd w:val="clear" w:color="auto" w:fill="FFFFFF"/>
        </w:rPr>
        <w:drawing>
          <wp:inline distT="0" distB="0" distL="0" distR="0">
            <wp:extent cx="5400675" cy="4048125"/>
            <wp:effectExtent l="0" t="0" r="9525" b="9525"/>
            <wp:docPr id="3" name="Imagem 3" descr="2018-03-27-PHOTO-00000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3-27-PHOTO-0000068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F26" w:rsidRPr="001C4F26" w:rsidRDefault="001C4F26" w:rsidP="001C4F26">
      <w:pPr>
        <w:jc w:val="center"/>
        <w:rPr>
          <w:rFonts w:ascii="Arial" w:hAnsi="Arial" w:cs="Arial"/>
        </w:rPr>
      </w:pPr>
    </w:p>
    <w:sectPr w:rsidR="001C4F26" w:rsidRPr="001C4F2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F2F" w:rsidRDefault="00466F2F">
      <w:r>
        <w:separator/>
      </w:r>
    </w:p>
  </w:endnote>
  <w:endnote w:type="continuationSeparator" w:id="0">
    <w:p w:rsidR="00466F2F" w:rsidRDefault="0046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F2F" w:rsidRDefault="00466F2F">
      <w:r>
        <w:separator/>
      </w:r>
    </w:p>
  </w:footnote>
  <w:footnote w:type="continuationSeparator" w:id="0">
    <w:p w:rsidR="00466F2F" w:rsidRDefault="00466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1C4F26" w:rsidRDefault="001C4F26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4F26">
      <w:rPr>
        <w:rFonts w:ascii="Arial" w:hAnsi="Arial" w:cs="Arial"/>
        <w:b/>
        <w:sz w:val="20"/>
        <w:szCs w:val="20"/>
        <w:u w:val="single"/>
      </w:rPr>
      <w:t>840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C4F26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A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A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4F26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6F2F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0A3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A3"/>
    <w:rsid w:val="00BC44DF"/>
    <w:rsid w:val="00BD1F36"/>
    <w:rsid w:val="00BD3C47"/>
    <w:rsid w:val="00BE1B39"/>
    <w:rsid w:val="00BF791A"/>
    <w:rsid w:val="00C06926"/>
    <w:rsid w:val="00C06BEA"/>
    <w:rsid w:val="00C36582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7107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7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4042-44B3-4E3B-8FCE-420B0CDB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2018-04-02T12:27:00Z</dcterms:created>
  <dcterms:modified xsi:type="dcterms:W3CDTF">2018-04-02T12:43:00Z</dcterms:modified>
</cp:coreProperties>
</file>